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3660E865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</w:t>
      </w:r>
      <w:r w:rsidR="00982F1D">
        <w:rPr>
          <w:rFonts w:ascii="Corbel" w:hAnsi="Corbel"/>
          <w:i/>
          <w:smallCaps/>
          <w:sz w:val="24"/>
          <w:szCs w:val="24"/>
        </w:rPr>
        <w:t>2019-2022</w:t>
      </w:r>
    </w:p>
    <w:p w14:paraId="51C9C76C" w14:textId="75D0F7A9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982F1D">
        <w:rPr>
          <w:rFonts w:ascii="Corbel" w:hAnsi="Corbel"/>
          <w:sz w:val="20"/>
          <w:szCs w:val="20"/>
        </w:rPr>
        <w:t>1/</w:t>
      </w:r>
      <w:r w:rsidR="00815E48" w:rsidRPr="00A35CAE">
        <w:rPr>
          <w:rFonts w:ascii="Corbel" w:hAnsi="Corbel"/>
          <w:sz w:val="20"/>
          <w:szCs w:val="20"/>
        </w:rPr>
        <w:t>2</w:t>
      </w:r>
      <w:r w:rsidR="00A35CAE" w:rsidRPr="00A35CAE">
        <w:rPr>
          <w:rFonts w:ascii="Corbel" w:hAnsi="Corbel"/>
          <w:sz w:val="20"/>
          <w:szCs w:val="20"/>
        </w:rPr>
        <w:t>02</w:t>
      </w:r>
      <w:r w:rsidR="00982F1D">
        <w:rPr>
          <w:rFonts w:ascii="Corbel" w:hAnsi="Corbel"/>
          <w:sz w:val="20"/>
          <w:szCs w:val="20"/>
        </w:rPr>
        <w:t>2</w:t>
      </w:r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E/I/GRiL/C-1.6a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77777777" w:rsidR="0085747A" w:rsidRPr="00815E48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Marta Kawa,  dr hab. Wiesława Kuźniar, prof. UR</w:t>
            </w:r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56693153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zachowań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Budowa struktury marketingowej megaproduktu terytorialnego wybranej jednostki terytorialnej oraz poszczególnych subproduktów</w:t>
            </w:r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77777777" w:rsidR="0085747A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77777777" w:rsidR="00001CF9" w:rsidRPr="00815E48" w:rsidRDefault="00AB7798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2BC8DA">
              <w:rPr>
                <w:rFonts w:ascii="Corbel" w:hAnsi="Corbel"/>
                <w:sz w:val="24"/>
                <w:szCs w:val="24"/>
              </w:rPr>
              <w:t>Szromnik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EA2A7" w14:textId="77777777" w:rsidR="00934CFA" w:rsidRDefault="00934CFA" w:rsidP="00C16ABF">
      <w:pPr>
        <w:spacing w:after="0" w:line="240" w:lineRule="auto"/>
      </w:pPr>
      <w:r>
        <w:separator/>
      </w:r>
    </w:p>
  </w:endnote>
  <w:endnote w:type="continuationSeparator" w:id="0">
    <w:p w14:paraId="3CF41AE8" w14:textId="77777777" w:rsidR="00934CFA" w:rsidRDefault="00934C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8F6F6" w14:textId="77777777" w:rsidR="00934CFA" w:rsidRDefault="00934CFA" w:rsidP="00C16ABF">
      <w:pPr>
        <w:spacing w:after="0" w:line="240" w:lineRule="auto"/>
      </w:pPr>
      <w:r>
        <w:separator/>
      </w:r>
    </w:p>
  </w:footnote>
  <w:footnote w:type="continuationSeparator" w:id="0">
    <w:p w14:paraId="1983FF58" w14:textId="77777777" w:rsidR="00934CFA" w:rsidRDefault="00934CFA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34CFA"/>
    <w:rsid w:val="009508DF"/>
    <w:rsid w:val="00950DAC"/>
    <w:rsid w:val="00954A07"/>
    <w:rsid w:val="00982F1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C0D92-C5A4-4BA6-BBF7-F06A85BC1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1163</Words>
  <Characters>6984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2020-11-26T14:54:00Z</dcterms:created>
  <dcterms:modified xsi:type="dcterms:W3CDTF">2020-12-09T11:40:00Z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